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907"/>
        <w:gridCol w:w="4082"/>
        <w:gridCol w:w="1963"/>
      </w:tblGrid>
      <w:tr w:rsidR="00A45E80" w:rsidTr="00A45E80">
        <w:trPr>
          <w:trHeight w:val="454"/>
          <w:jc w:val="center"/>
        </w:trPr>
        <w:tc>
          <w:tcPr>
            <w:tcW w:w="8810" w:type="dxa"/>
            <w:gridSpan w:val="3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Comic Sans MS" w:hAnsi="Comic Sans MS"/>
              </w:rPr>
            </w:pPr>
            <w:bookmarkStart w:id="0" w:name="_GoBack"/>
            <w:bookmarkEnd w:id="0"/>
            <w:r>
              <w:rPr>
                <w:rFonts w:ascii="Comic Sans MS" w:hAnsi="Comic Sans MS"/>
                <w:color w:val="FF0000"/>
                <w:sz w:val="36"/>
              </w:rPr>
              <w:t>Innovation Technologique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A45E80" w:rsidRPr="003D0E61" w:rsidRDefault="00A45E80" w:rsidP="00B65026">
            <w:pPr>
              <w:pStyle w:val="En-tte"/>
              <w:jc w:val="center"/>
              <w:rPr>
                <w:rFonts w:ascii="Comic Sans MS" w:hAnsi="Comic Sans MS"/>
                <w:b/>
              </w:rPr>
            </w:pPr>
            <w:r>
              <w:rPr>
                <w:b/>
              </w:rPr>
              <w:t>SEQ 4</w:t>
            </w:r>
          </w:p>
        </w:tc>
      </w:tr>
      <w:tr w:rsidR="00A45E80" w:rsidTr="00A45E80">
        <w:trPr>
          <w:jc w:val="center"/>
        </w:trPr>
        <w:tc>
          <w:tcPr>
            <w:tcW w:w="1821" w:type="dxa"/>
            <w:vMerge w:val="restart"/>
            <w:vAlign w:val="center"/>
          </w:tcPr>
          <w:p w:rsidR="00A45E80" w:rsidRPr="001B6658" w:rsidRDefault="00A45E80" w:rsidP="00B6502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71C2424E" wp14:editId="44768F6A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A45E80" w:rsidRPr="00034DB3" w:rsidRDefault="008B5EB5" w:rsidP="00B65026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SÉANCE 4</w:t>
            </w:r>
          </w:p>
        </w:tc>
      </w:tr>
      <w:tr w:rsidR="00A45E80" w:rsidTr="00A45E80">
        <w:trPr>
          <w:jc w:val="center"/>
        </w:trPr>
        <w:tc>
          <w:tcPr>
            <w:tcW w:w="1821" w:type="dxa"/>
            <w:vMerge/>
            <w:vAlign w:val="center"/>
          </w:tcPr>
          <w:p w:rsidR="00A45E80" w:rsidRDefault="00A45E80" w:rsidP="00B6502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A45E80" w:rsidRDefault="00A45E80" w:rsidP="00B65026">
            <w:pPr>
              <w:pStyle w:val="En-tte"/>
              <w:jc w:val="center"/>
            </w:pPr>
            <w:r w:rsidRPr="000332AA">
              <w:rPr>
                <w:b/>
                <w:bCs/>
                <w:sz w:val="36"/>
                <w:szCs w:val="36"/>
              </w:rPr>
              <w:t>Lecture de schéma</w:t>
            </w:r>
            <w:r>
              <w:rPr>
                <w:b/>
                <w:bCs/>
                <w:sz w:val="36"/>
                <w:szCs w:val="36"/>
              </w:rPr>
              <w:t>s</w:t>
            </w:r>
            <w:r w:rsidRPr="000332AA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architecturaux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</w:pPr>
            <w:r>
              <w:t>Activité 1</w:t>
            </w:r>
          </w:p>
        </w:tc>
      </w:tr>
      <w:tr w:rsidR="00A45E80" w:rsidTr="00A45E80">
        <w:trPr>
          <w:trHeight w:val="284"/>
          <w:jc w:val="center"/>
        </w:trPr>
        <w:tc>
          <w:tcPr>
            <w:tcW w:w="4728" w:type="dxa"/>
            <w:gridSpan w:val="2"/>
          </w:tcPr>
          <w:p w:rsidR="00A45E80" w:rsidRPr="00B73924" w:rsidRDefault="00A45E80" w:rsidP="00B65026">
            <w:r>
              <w:t>Nom :</w:t>
            </w:r>
          </w:p>
        </w:tc>
        <w:tc>
          <w:tcPr>
            <w:tcW w:w="4082" w:type="dxa"/>
          </w:tcPr>
          <w:p w:rsidR="00A45E80" w:rsidRPr="00B73924" w:rsidRDefault="00A45E80" w:rsidP="00A45E80">
            <w:r>
              <w:t>Prénom :</w:t>
            </w:r>
          </w:p>
        </w:tc>
        <w:tc>
          <w:tcPr>
            <w:tcW w:w="1963" w:type="dxa"/>
          </w:tcPr>
          <w:p w:rsidR="00A45E80" w:rsidRDefault="00A45E80" w:rsidP="00B65026">
            <w:r>
              <w:t>Classe : 1 STI2D</w:t>
            </w:r>
          </w:p>
        </w:tc>
      </w:tr>
    </w:tbl>
    <w:p w:rsidR="00A45E80" w:rsidRDefault="00A45E80" w:rsidP="000830E0"/>
    <w:p w:rsidR="00157E0C" w:rsidRDefault="00807624" w:rsidP="00A45E80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 w:cs="Times New Roman"/>
          <w:b w:val="0"/>
          <w:color w:val="000000"/>
        </w:rPr>
      </w:pPr>
      <w:r w:rsidRPr="00A45E80">
        <w:rPr>
          <w:rFonts w:ascii="Times New Roman" w:hAnsi="Times New Roman" w:cs="Times New Roman"/>
          <w:b w:val="0"/>
          <w:color w:val="000000"/>
        </w:rPr>
        <w:t>Repére</w:t>
      </w:r>
      <w:r w:rsidR="00A92515" w:rsidRPr="00A45E80">
        <w:rPr>
          <w:rFonts w:ascii="Times New Roman" w:hAnsi="Times New Roman" w:cs="Times New Roman"/>
          <w:b w:val="0"/>
          <w:color w:val="000000"/>
        </w:rPr>
        <w:t>z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</w:t>
      </w:r>
      <w:r w:rsidR="00157E0C" w:rsidRPr="00A45E80">
        <w:rPr>
          <w:rFonts w:ascii="Times New Roman" w:hAnsi="Times New Roman" w:cs="Times New Roman"/>
          <w:b w:val="0"/>
          <w:color w:val="000000"/>
        </w:rPr>
        <w:t>l</w:t>
      </w:r>
      <w:r w:rsidR="009A699F" w:rsidRPr="00A45E80">
        <w:rPr>
          <w:rFonts w:ascii="Times New Roman" w:hAnsi="Times New Roman" w:cs="Times New Roman"/>
          <w:b w:val="0"/>
          <w:color w:val="000000"/>
        </w:rPr>
        <w:t>es différentes façades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en les coloriant</w:t>
      </w:r>
      <w:r w:rsidR="00157E0C" w:rsidRPr="00A45E80">
        <w:rPr>
          <w:rFonts w:ascii="Times New Roman" w:hAnsi="Times New Roman" w:cs="Times New Roman"/>
          <w:b w:val="0"/>
          <w:color w:val="000000"/>
        </w:rPr>
        <w:t>.</w:t>
      </w:r>
    </w:p>
    <w:p w:rsidR="00A45E80" w:rsidRPr="00A45E80" w:rsidRDefault="00A45E80" w:rsidP="00A45E80">
      <w:pPr>
        <w:pStyle w:val="Paragraphedeliste"/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</w:p>
    <w:p w:rsidR="00157E0C" w:rsidRPr="00A45E80" w:rsidRDefault="00A7161B" w:rsidP="00A7161B">
      <w:pPr>
        <w:pStyle w:val="Paragraphedeliste"/>
        <w:autoSpaceDE w:val="0"/>
        <w:autoSpaceDN w:val="0"/>
        <w:adjustRightInd w:val="0"/>
        <w:spacing w:after="120"/>
        <w:ind w:left="540" w:hanging="540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0BAB5A3F" wp14:editId="47B1D085">
                <wp:extent cx="4864665" cy="2628000"/>
                <wp:effectExtent l="0" t="0" r="0" b="1270"/>
                <wp:docPr id="19" name="Group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64665" cy="2628000"/>
                          <a:chOff x="0" y="0"/>
                          <a:chExt cx="5505450" cy="2971800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0" y="2686050"/>
                            <a:ext cx="214757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B09FC3" id="Groupe 19" o:spid="_x0000_s1026" style="width:383.05pt;height:206.95pt;mso-position-horizontal-relative:char;mso-position-vertical-relative:line" coordsize="55054,297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" o:spid="_x0000_s1027" type="#_x0000_t75" style="position:absolute;width:55054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">
                  <v:imagedata r:id="rId10" o:title=""/>
                  <v:path arrowok="t"/>
                </v:shape>
                <v:rect id="Rectangle 21" o:spid="_x0000_s1028" style="position:absolute;top:26860;width:2147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" fillcolor="white [3212]" strokecolor="white [3212]" strokeweight="2pt"/>
                <w10:anchorlock/>
              </v:group>
            </w:pict>
          </mc:Fallback>
        </mc:AlternateContent>
      </w:r>
    </w:p>
    <w:p w:rsidR="00157E0C" w:rsidRDefault="00157E0C" w:rsidP="00157E0C">
      <w:pPr>
        <w:jc w:val="center"/>
      </w:pPr>
    </w:p>
    <w:p w:rsidR="00B618E2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3585A39A" wp14:editId="62E21CD7">
            <wp:extent cx="5259600" cy="263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00" cy="26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5166C608" wp14:editId="6EC808AE">
            <wp:extent cx="4093556" cy="2628000"/>
            <wp:effectExtent l="0" t="0" r="2540" b="127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556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A7161B" w:rsidP="00157E0C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40D99F0C" wp14:editId="77B75843">
            <wp:extent cx="5612400" cy="2872800"/>
            <wp:effectExtent l="0" t="0" r="7620" b="381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28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269C53C6" wp14:editId="564694F1">
            <wp:extent cx="5418000" cy="289440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000" cy="28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461BE30B" wp14:editId="36E1F710">
                <wp:extent cx="4741200" cy="2890800"/>
                <wp:effectExtent l="0" t="0" r="2540" b="5080"/>
                <wp:docPr id="17" name="Group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41200" cy="2890800"/>
                          <a:chOff x="0" y="0"/>
                          <a:chExt cx="4861367" cy="2963119"/>
                        </a:xfrm>
                      </wpg:grpSpPr>
                      <pic:pic xmlns:pic="http://schemas.openxmlformats.org/drawingml/2006/picture">
                        <pic:nvPicPr>
                          <pic:cNvPr id="1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367" cy="296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Rectangle 11"/>
                        <wps:cNvSpPr/>
                        <wps:spPr>
                          <a:xfrm>
                            <a:off x="0" y="0"/>
                            <a:ext cx="2384384" cy="254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12"/>
                        <wps:cNvSpPr/>
                        <wps:spPr>
                          <a:xfrm>
                            <a:off x="0" y="254643"/>
                            <a:ext cx="1284789" cy="196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915169" id="Groupe 17" o:spid="_x0000_s1026" style="width:373.3pt;height:227.6pt;mso-position-horizontal-relative:char;mso-position-vertical-relative:line" coordsize="48613,29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">
                <o:lock v:ext="edit" aspectratio="t"/>
                <v:shape id="Image 8" o:spid="_x0000_s1027" type="#_x0000_t75" style="position:absolute;width:48613;height:29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">
                  <v:imagedata r:id="rId16" o:title=""/>
                  <v:path arrowok="t"/>
                </v:shape>
                <v:rect id="Rectangle 11" o:spid="_x0000_s1028" style="position:absolute;width:23843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6TwgAAANsAAAAPAAAAZHJzL2Rvd25yZXYueG1sRI9Ra8JA&#10;EITfC/6HY4W+1YtSrE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D7LQ6TwgAAANsAAAAPAAAA&#10;AAAAAAAAAAAAAAcCAABkcnMvZG93bnJldi54bWxQSwUGAAAAAAMAAwC3AAAA9gIAAAAA&#10;" fillcolor="white [3201]" stroked="f" strokeweight="2pt"/>
                <v:rect id="Rectangle 12" o:spid="_x0000_s1029" style="position:absolute;top:2546;width:12847;height:1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sIwgAAANsAAAAPAAAAZHJzL2Rvd25yZXYueG1sRI9Ra8JA&#10;EITfC/6HY4W+1YtCrU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CUYasIwgAAANsAAAAPAAAA&#10;AAAAAAAAAAAAAAcCAABkcnMvZG93bnJldi54bWxQSwUGAAAAAAMAAwC3AAAA9gIAAAAA&#10;" fillcolor="white [3201]" stroked="f" strokeweight="2pt"/>
                <w10:anchorlock/>
              </v:group>
            </w:pict>
          </mc:Fallback>
        </mc:AlternateContent>
      </w:r>
    </w:p>
    <w:sectPr w:rsidR="00157E0C" w:rsidSect="00A966E1">
      <w:footerReference w:type="default" r:id="rId17"/>
      <w:footerReference w:type="first" r:id="rId18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5499" w:rsidRDefault="00975499" w:rsidP="00F53254">
      <w:r>
        <w:separator/>
      </w:r>
    </w:p>
  </w:endnote>
  <w:endnote w:type="continuationSeparator" w:id="0">
    <w:p w:rsidR="00975499" w:rsidRDefault="00975499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A45E80" w:rsidP="006A7290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1 : S</w:t>
    </w:r>
    <w:r w:rsidRPr="000B4D82">
      <w:rPr>
        <w:sz w:val="20"/>
        <w:szCs w:val="20"/>
      </w:rPr>
      <w:t>chémas architecturaux</w:t>
    </w:r>
    <w:r>
      <w:rPr>
        <w:sz w:val="20"/>
        <w:szCs w:val="20"/>
      </w:rPr>
      <w:tab/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4</w:t>
    </w:r>
    <w:r w:rsidRPr="008F3E55">
      <w:rPr>
        <w:b/>
        <w:sz w:val="20"/>
        <w:szCs w:val="20"/>
      </w:rPr>
      <w:t xml:space="preserve"> : </w:t>
    </w:r>
    <w:r>
      <w:rPr>
        <w:b/>
        <w:sz w:val="20"/>
        <w:szCs w:val="20"/>
      </w:rPr>
      <w:t>-</w:t>
    </w:r>
    <w:r w:rsidRPr="000B4D82">
      <w:rPr>
        <w:b/>
        <w:sz w:val="20"/>
        <w:szCs w:val="20"/>
      </w:rPr>
      <w:t>Maison Intelligente</w:t>
    </w:r>
    <w:r w:rsidRPr="008F3E55">
      <w:rPr>
        <w:b/>
        <w:sz w:val="20"/>
        <w:szCs w:val="20"/>
      </w:rPr>
      <w:t>-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-840462689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2A6F7E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2A6F7E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B06464" w:rsidP="007C5764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 w:rsidRPr="003253AF">
      <w:rPr>
        <w:sz w:val="20"/>
        <w:szCs w:val="20"/>
      </w:rPr>
      <w:t>Activité</w:t>
    </w:r>
    <w:r w:rsidRPr="00794FF9">
      <w:rPr>
        <w:sz w:val="20"/>
        <w:szCs w:val="20"/>
      </w:rPr>
      <w:t xml:space="preserve"> 1 </w:t>
    </w:r>
    <w:r w:rsidRPr="00A52C91">
      <w:rPr>
        <w:rFonts w:ascii="Calibri" w:hAnsi="Calibri" w:cs="Calibri"/>
        <w:sz w:val="20"/>
        <w:szCs w:val="20"/>
      </w:rPr>
      <w:t>Outils de représentation</w:t>
    </w:r>
    <w:r w:rsidRPr="00794FF9">
      <w:rPr>
        <w:sz w:val="20"/>
        <w:szCs w:val="20"/>
      </w:rPr>
      <w:tab/>
    </w:r>
    <w:r>
      <w:rPr>
        <w:sz w:val="20"/>
        <w:szCs w:val="20"/>
      </w:rPr>
      <w:t>Documents Réponses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975499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975499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5499" w:rsidRDefault="00975499" w:rsidP="00F53254">
      <w:r>
        <w:separator/>
      </w:r>
    </w:p>
  </w:footnote>
  <w:footnote w:type="continuationSeparator" w:id="0">
    <w:p w:rsidR="00975499" w:rsidRDefault="00975499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A7D"/>
    <w:multiLevelType w:val="hybridMultilevel"/>
    <w:tmpl w:val="21007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54BD"/>
    <w:multiLevelType w:val="hybridMultilevel"/>
    <w:tmpl w:val="473A0D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22888"/>
    <w:multiLevelType w:val="hybridMultilevel"/>
    <w:tmpl w:val="B530A414"/>
    <w:lvl w:ilvl="0" w:tplc="4224EA1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41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822F61"/>
    <w:multiLevelType w:val="hybridMultilevel"/>
    <w:tmpl w:val="89B44BC2"/>
    <w:lvl w:ilvl="0" w:tplc="CBA86278">
      <w:start w:val="1"/>
      <w:numFmt w:val="decimal"/>
      <w:pStyle w:val="Question"/>
      <w:lvlText w:val="Question %1."/>
      <w:lvlJc w:val="left"/>
      <w:pPr>
        <w:ind w:left="2062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E7E14"/>
    <w:multiLevelType w:val="hybridMultilevel"/>
    <w:tmpl w:val="8E5A8DBA"/>
    <w:lvl w:ilvl="0" w:tplc="72E4319C">
      <w:start w:val="6"/>
      <w:numFmt w:val="decimal"/>
      <w:lvlText w:val="Q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D0395"/>
    <w:multiLevelType w:val="hybridMultilevel"/>
    <w:tmpl w:val="5CCC6672"/>
    <w:lvl w:ilvl="0" w:tplc="632615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2F7B4D23"/>
    <w:multiLevelType w:val="hybridMultilevel"/>
    <w:tmpl w:val="024A47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020D0"/>
    <w:multiLevelType w:val="hybridMultilevel"/>
    <w:tmpl w:val="060EBC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C2DE6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8"/>
  </w:num>
  <w:num w:numId="15">
    <w:abstractNumId w:val="3"/>
  </w:num>
  <w:num w:numId="16">
    <w:abstractNumId w:val="11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defaultTabStop w:val="709"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19B2"/>
    <w:rsid w:val="00004F32"/>
    <w:rsid w:val="0001497B"/>
    <w:rsid w:val="00030B0D"/>
    <w:rsid w:val="000332AA"/>
    <w:rsid w:val="00036209"/>
    <w:rsid w:val="0004093E"/>
    <w:rsid w:val="0005123E"/>
    <w:rsid w:val="00053329"/>
    <w:rsid w:val="00054038"/>
    <w:rsid w:val="00060914"/>
    <w:rsid w:val="00066C6E"/>
    <w:rsid w:val="00071FE4"/>
    <w:rsid w:val="0007426D"/>
    <w:rsid w:val="000751DD"/>
    <w:rsid w:val="000830E0"/>
    <w:rsid w:val="00085D1C"/>
    <w:rsid w:val="000955C0"/>
    <w:rsid w:val="00096819"/>
    <w:rsid w:val="000A028F"/>
    <w:rsid w:val="000B595B"/>
    <w:rsid w:val="000C0B57"/>
    <w:rsid w:val="000D23F5"/>
    <w:rsid w:val="000D2CE8"/>
    <w:rsid w:val="000D47FE"/>
    <w:rsid w:val="001100F2"/>
    <w:rsid w:val="00112EE6"/>
    <w:rsid w:val="00122041"/>
    <w:rsid w:val="00126DB8"/>
    <w:rsid w:val="00134E3F"/>
    <w:rsid w:val="00135D63"/>
    <w:rsid w:val="00153EA1"/>
    <w:rsid w:val="001579A2"/>
    <w:rsid w:val="00157E0C"/>
    <w:rsid w:val="00162F4A"/>
    <w:rsid w:val="00163ACD"/>
    <w:rsid w:val="00164C19"/>
    <w:rsid w:val="00164EF2"/>
    <w:rsid w:val="00170BCB"/>
    <w:rsid w:val="001771C2"/>
    <w:rsid w:val="00180EEC"/>
    <w:rsid w:val="00183F1D"/>
    <w:rsid w:val="00191A32"/>
    <w:rsid w:val="001968E1"/>
    <w:rsid w:val="001A07C3"/>
    <w:rsid w:val="001B207C"/>
    <w:rsid w:val="001B6658"/>
    <w:rsid w:val="001B67CE"/>
    <w:rsid w:val="001C0597"/>
    <w:rsid w:val="001C29F4"/>
    <w:rsid w:val="001C484E"/>
    <w:rsid w:val="001E3BA1"/>
    <w:rsid w:val="001E44CF"/>
    <w:rsid w:val="001F0B06"/>
    <w:rsid w:val="001F66DC"/>
    <w:rsid w:val="0020115C"/>
    <w:rsid w:val="00201A07"/>
    <w:rsid w:val="00202ED7"/>
    <w:rsid w:val="00204B33"/>
    <w:rsid w:val="0020745D"/>
    <w:rsid w:val="0021654F"/>
    <w:rsid w:val="00222E94"/>
    <w:rsid w:val="0022398B"/>
    <w:rsid w:val="002267F9"/>
    <w:rsid w:val="00235A48"/>
    <w:rsid w:val="00237272"/>
    <w:rsid w:val="00244BF6"/>
    <w:rsid w:val="00245819"/>
    <w:rsid w:val="00250F18"/>
    <w:rsid w:val="002541E5"/>
    <w:rsid w:val="0025794F"/>
    <w:rsid w:val="00273051"/>
    <w:rsid w:val="00273467"/>
    <w:rsid w:val="00276ED0"/>
    <w:rsid w:val="0028510A"/>
    <w:rsid w:val="0028540E"/>
    <w:rsid w:val="00286C79"/>
    <w:rsid w:val="00295D8F"/>
    <w:rsid w:val="002971CD"/>
    <w:rsid w:val="00297D3D"/>
    <w:rsid w:val="002A0056"/>
    <w:rsid w:val="002A4FD5"/>
    <w:rsid w:val="002A6F7E"/>
    <w:rsid w:val="002C7BDF"/>
    <w:rsid w:val="002D5D76"/>
    <w:rsid w:val="002E019F"/>
    <w:rsid w:val="002E3157"/>
    <w:rsid w:val="002E64BC"/>
    <w:rsid w:val="002F1215"/>
    <w:rsid w:val="002F387B"/>
    <w:rsid w:val="0030331C"/>
    <w:rsid w:val="00320277"/>
    <w:rsid w:val="00320402"/>
    <w:rsid w:val="00324A99"/>
    <w:rsid w:val="003253AF"/>
    <w:rsid w:val="00325C05"/>
    <w:rsid w:val="0032701B"/>
    <w:rsid w:val="003323D5"/>
    <w:rsid w:val="00335149"/>
    <w:rsid w:val="0033607D"/>
    <w:rsid w:val="00336294"/>
    <w:rsid w:val="0035126C"/>
    <w:rsid w:val="00355A60"/>
    <w:rsid w:val="003630E2"/>
    <w:rsid w:val="003718EF"/>
    <w:rsid w:val="0037709D"/>
    <w:rsid w:val="00382FF1"/>
    <w:rsid w:val="00383F91"/>
    <w:rsid w:val="00385727"/>
    <w:rsid w:val="00386979"/>
    <w:rsid w:val="003872EE"/>
    <w:rsid w:val="003A2314"/>
    <w:rsid w:val="003A68C6"/>
    <w:rsid w:val="003B00E9"/>
    <w:rsid w:val="003B0DBB"/>
    <w:rsid w:val="003B6859"/>
    <w:rsid w:val="003C12F9"/>
    <w:rsid w:val="003C3222"/>
    <w:rsid w:val="003C366F"/>
    <w:rsid w:val="003C4687"/>
    <w:rsid w:val="003C5170"/>
    <w:rsid w:val="003C6E29"/>
    <w:rsid w:val="003D0DE1"/>
    <w:rsid w:val="003D58C7"/>
    <w:rsid w:val="003D6ED9"/>
    <w:rsid w:val="003E1917"/>
    <w:rsid w:val="003E6A19"/>
    <w:rsid w:val="003F786B"/>
    <w:rsid w:val="004001C8"/>
    <w:rsid w:val="00402260"/>
    <w:rsid w:val="00405603"/>
    <w:rsid w:val="004178B3"/>
    <w:rsid w:val="0042268B"/>
    <w:rsid w:val="004238CD"/>
    <w:rsid w:val="00425236"/>
    <w:rsid w:val="00426B45"/>
    <w:rsid w:val="0044004E"/>
    <w:rsid w:val="00441DEA"/>
    <w:rsid w:val="004471BB"/>
    <w:rsid w:val="00453440"/>
    <w:rsid w:val="00455894"/>
    <w:rsid w:val="00463C03"/>
    <w:rsid w:val="004729E2"/>
    <w:rsid w:val="00474798"/>
    <w:rsid w:val="00480A16"/>
    <w:rsid w:val="004846D7"/>
    <w:rsid w:val="004867D1"/>
    <w:rsid w:val="0048782E"/>
    <w:rsid w:val="004936B8"/>
    <w:rsid w:val="004A59A8"/>
    <w:rsid w:val="004B2982"/>
    <w:rsid w:val="004C2B01"/>
    <w:rsid w:val="004D3104"/>
    <w:rsid w:val="004D7345"/>
    <w:rsid w:val="004E4DB6"/>
    <w:rsid w:val="004F1D9A"/>
    <w:rsid w:val="004F6947"/>
    <w:rsid w:val="004F6F4E"/>
    <w:rsid w:val="0050679E"/>
    <w:rsid w:val="00520337"/>
    <w:rsid w:val="00521897"/>
    <w:rsid w:val="005245A0"/>
    <w:rsid w:val="00524BB3"/>
    <w:rsid w:val="00527CBB"/>
    <w:rsid w:val="005307AB"/>
    <w:rsid w:val="0054292E"/>
    <w:rsid w:val="00542C65"/>
    <w:rsid w:val="00551953"/>
    <w:rsid w:val="0057066F"/>
    <w:rsid w:val="00574BB1"/>
    <w:rsid w:val="00580AA6"/>
    <w:rsid w:val="00580F05"/>
    <w:rsid w:val="00583354"/>
    <w:rsid w:val="00587242"/>
    <w:rsid w:val="005872FB"/>
    <w:rsid w:val="00592460"/>
    <w:rsid w:val="005A5191"/>
    <w:rsid w:val="005B1D6A"/>
    <w:rsid w:val="005B4D7D"/>
    <w:rsid w:val="005C126D"/>
    <w:rsid w:val="005C40DA"/>
    <w:rsid w:val="005D3494"/>
    <w:rsid w:val="005E46F2"/>
    <w:rsid w:val="005E4B9F"/>
    <w:rsid w:val="005E533F"/>
    <w:rsid w:val="005E64C5"/>
    <w:rsid w:val="005E6C27"/>
    <w:rsid w:val="005F172A"/>
    <w:rsid w:val="006010E9"/>
    <w:rsid w:val="00604435"/>
    <w:rsid w:val="00604D58"/>
    <w:rsid w:val="00611223"/>
    <w:rsid w:val="00612696"/>
    <w:rsid w:val="006129BA"/>
    <w:rsid w:val="00612A5F"/>
    <w:rsid w:val="00613039"/>
    <w:rsid w:val="00613301"/>
    <w:rsid w:val="0061407A"/>
    <w:rsid w:val="0061469A"/>
    <w:rsid w:val="00617FEA"/>
    <w:rsid w:val="00620156"/>
    <w:rsid w:val="006220DB"/>
    <w:rsid w:val="00627FCA"/>
    <w:rsid w:val="00640388"/>
    <w:rsid w:val="00640D80"/>
    <w:rsid w:val="00640F23"/>
    <w:rsid w:val="00641C84"/>
    <w:rsid w:val="006436A0"/>
    <w:rsid w:val="006549AD"/>
    <w:rsid w:val="00656206"/>
    <w:rsid w:val="006566F3"/>
    <w:rsid w:val="0065725D"/>
    <w:rsid w:val="006666BD"/>
    <w:rsid w:val="00673232"/>
    <w:rsid w:val="006742ED"/>
    <w:rsid w:val="00674E46"/>
    <w:rsid w:val="00684964"/>
    <w:rsid w:val="00687B4D"/>
    <w:rsid w:val="006905B3"/>
    <w:rsid w:val="006A7290"/>
    <w:rsid w:val="006B161C"/>
    <w:rsid w:val="006B7835"/>
    <w:rsid w:val="006C09FE"/>
    <w:rsid w:val="006E302C"/>
    <w:rsid w:val="006E559C"/>
    <w:rsid w:val="006E68F2"/>
    <w:rsid w:val="006F38B8"/>
    <w:rsid w:val="00701668"/>
    <w:rsid w:val="00706B0A"/>
    <w:rsid w:val="00710D22"/>
    <w:rsid w:val="00715C2B"/>
    <w:rsid w:val="00722DBE"/>
    <w:rsid w:val="007242C9"/>
    <w:rsid w:val="00737AEB"/>
    <w:rsid w:val="007443F8"/>
    <w:rsid w:val="00744E00"/>
    <w:rsid w:val="007502AC"/>
    <w:rsid w:val="00754BE9"/>
    <w:rsid w:val="00755684"/>
    <w:rsid w:val="007570E2"/>
    <w:rsid w:val="00766D7B"/>
    <w:rsid w:val="0077723C"/>
    <w:rsid w:val="00783609"/>
    <w:rsid w:val="00794BA1"/>
    <w:rsid w:val="00794FF9"/>
    <w:rsid w:val="0079697E"/>
    <w:rsid w:val="007A6935"/>
    <w:rsid w:val="007B3B29"/>
    <w:rsid w:val="007C2F30"/>
    <w:rsid w:val="007C5764"/>
    <w:rsid w:val="007C5BF1"/>
    <w:rsid w:val="007C62F0"/>
    <w:rsid w:val="007C7514"/>
    <w:rsid w:val="007D4191"/>
    <w:rsid w:val="007E41A5"/>
    <w:rsid w:val="007E41F6"/>
    <w:rsid w:val="007E4E5D"/>
    <w:rsid w:val="007E7B1B"/>
    <w:rsid w:val="007F0B10"/>
    <w:rsid w:val="007F1817"/>
    <w:rsid w:val="007F34C9"/>
    <w:rsid w:val="007F3E97"/>
    <w:rsid w:val="008015FE"/>
    <w:rsid w:val="008016AA"/>
    <w:rsid w:val="00801F1B"/>
    <w:rsid w:val="00803C20"/>
    <w:rsid w:val="00807624"/>
    <w:rsid w:val="00813D8E"/>
    <w:rsid w:val="0081627B"/>
    <w:rsid w:val="0081777B"/>
    <w:rsid w:val="0083070A"/>
    <w:rsid w:val="00834F6F"/>
    <w:rsid w:val="008409C7"/>
    <w:rsid w:val="008503B0"/>
    <w:rsid w:val="00855DA2"/>
    <w:rsid w:val="008613DA"/>
    <w:rsid w:val="0086214C"/>
    <w:rsid w:val="0086610B"/>
    <w:rsid w:val="00867524"/>
    <w:rsid w:val="00872AE6"/>
    <w:rsid w:val="00877AB0"/>
    <w:rsid w:val="00882577"/>
    <w:rsid w:val="008878C9"/>
    <w:rsid w:val="00894B47"/>
    <w:rsid w:val="0089621C"/>
    <w:rsid w:val="0089755A"/>
    <w:rsid w:val="008A65F1"/>
    <w:rsid w:val="008B2ACF"/>
    <w:rsid w:val="008B5EB5"/>
    <w:rsid w:val="008B6024"/>
    <w:rsid w:val="008C06D8"/>
    <w:rsid w:val="008C4197"/>
    <w:rsid w:val="008D0DBE"/>
    <w:rsid w:val="008D29D2"/>
    <w:rsid w:val="008D69BC"/>
    <w:rsid w:val="008D6AF5"/>
    <w:rsid w:val="008E3C39"/>
    <w:rsid w:val="008F2189"/>
    <w:rsid w:val="008F5FE3"/>
    <w:rsid w:val="00907F03"/>
    <w:rsid w:val="009131C9"/>
    <w:rsid w:val="00920AC9"/>
    <w:rsid w:val="00924B7E"/>
    <w:rsid w:val="00924CF6"/>
    <w:rsid w:val="00927117"/>
    <w:rsid w:val="00932314"/>
    <w:rsid w:val="00946AD4"/>
    <w:rsid w:val="0095146B"/>
    <w:rsid w:val="00963F1C"/>
    <w:rsid w:val="00965C1F"/>
    <w:rsid w:val="00966007"/>
    <w:rsid w:val="00966799"/>
    <w:rsid w:val="00966BF1"/>
    <w:rsid w:val="00975499"/>
    <w:rsid w:val="00980349"/>
    <w:rsid w:val="009870C3"/>
    <w:rsid w:val="00990D99"/>
    <w:rsid w:val="009962ED"/>
    <w:rsid w:val="00996D0F"/>
    <w:rsid w:val="0099763A"/>
    <w:rsid w:val="009A3023"/>
    <w:rsid w:val="009A4F1B"/>
    <w:rsid w:val="009A699F"/>
    <w:rsid w:val="009C332F"/>
    <w:rsid w:val="009C4938"/>
    <w:rsid w:val="009D2F66"/>
    <w:rsid w:val="009F7C9F"/>
    <w:rsid w:val="00A00643"/>
    <w:rsid w:val="00A050A6"/>
    <w:rsid w:val="00A07CF9"/>
    <w:rsid w:val="00A1162B"/>
    <w:rsid w:val="00A11A65"/>
    <w:rsid w:val="00A11FB2"/>
    <w:rsid w:val="00A24EC0"/>
    <w:rsid w:val="00A25C46"/>
    <w:rsid w:val="00A26AB0"/>
    <w:rsid w:val="00A373BF"/>
    <w:rsid w:val="00A4536F"/>
    <w:rsid w:val="00A45E80"/>
    <w:rsid w:val="00A51EA5"/>
    <w:rsid w:val="00A555AE"/>
    <w:rsid w:val="00A7161B"/>
    <w:rsid w:val="00A77C0D"/>
    <w:rsid w:val="00A84BB4"/>
    <w:rsid w:val="00A9086A"/>
    <w:rsid w:val="00A9218A"/>
    <w:rsid w:val="00A92515"/>
    <w:rsid w:val="00A93DE0"/>
    <w:rsid w:val="00A966E1"/>
    <w:rsid w:val="00AB027A"/>
    <w:rsid w:val="00AB3B6E"/>
    <w:rsid w:val="00AB455D"/>
    <w:rsid w:val="00AC223C"/>
    <w:rsid w:val="00AC7A87"/>
    <w:rsid w:val="00AD2031"/>
    <w:rsid w:val="00AE3A85"/>
    <w:rsid w:val="00AE3D8A"/>
    <w:rsid w:val="00AF26DD"/>
    <w:rsid w:val="00AF786F"/>
    <w:rsid w:val="00B06464"/>
    <w:rsid w:val="00B16BAA"/>
    <w:rsid w:val="00B1794B"/>
    <w:rsid w:val="00B21C46"/>
    <w:rsid w:val="00B2358A"/>
    <w:rsid w:val="00B267B9"/>
    <w:rsid w:val="00B2798B"/>
    <w:rsid w:val="00B4006B"/>
    <w:rsid w:val="00B44FD9"/>
    <w:rsid w:val="00B54B9A"/>
    <w:rsid w:val="00B618E2"/>
    <w:rsid w:val="00B61B45"/>
    <w:rsid w:val="00B61CBE"/>
    <w:rsid w:val="00B719F5"/>
    <w:rsid w:val="00B732A6"/>
    <w:rsid w:val="00B73924"/>
    <w:rsid w:val="00B742E2"/>
    <w:rsid w:val="00B75E6F"/>
    <w:rsid w:val="00B823C8"/>
    <w:rsid w:val="00B8795C"/>
    <w:rsid w:val="00B91A82"/>
    <w:rsid w:val="00B97FFB"/>
    <w:rsid w:val="00BA2304"/>
    <w:rsid w:val="00BA3088"/>
    <w:rsid w:val="00BA573D"/>
    <w:rsid w:val="00BB25FD"/>
    <w:rsid w:val="00BB2E01"/>
    <w:rsid w:val="00BB3B99"/>
    <w:rsid w:val="00BB4F39"/>
    <w:rsid w:val="00BB5445"/>
    <w:rsid w:val="00BB7277"/>
    <w:rsid w:val="00BC09FE"/>
    <w:rsid w:val="00BD0273"/>
    <w:rsid w:val="00C017C8"/>
    <w:rsid w:val="00C041F7"/>
    <w:rsid w:val="00C107DB"/>
    <w:rsid w:val="00C133AB"/>
    <w:rsid w:val="00C13E73"/>
    <w:rsid w:val="00C17085"/>
    <w:rsid w:val="00C2132B"/>
    <w:rsid w:val="00C26BA8"/>
    <w:rsid w:val="00C31B10"/>
    <w:rsid w:val="00C33C88"/>
    <w:rsid w:val="00C44DF9"/>
    <w:rsid w:val="00C53D46"/>
    <w:rsid w:val="00C5476A"/>
    <w:rsid w:val="00C57D5D"/>
    <w:rsid w:val="00C6447C"/>
    <w:rsid w:val="00C6793A"/>
    <w:rsid w:val="00C70587"/>
    <w:rsid w:val="00C7139F"/>
    <w:rsid w:val="00C72B1F"/>
    <w:rsid w:val="00C741B6"/>
    <w:rsid w:val="00C75D74"/>
    <w:rsid w:val="00C77C85"/>
    <w:rsid w:val="00C845B5"/>
    <w:rsid w:val="00C852E5"/>
    <w:rsid w:val="00C87EE7"/>
    <w:rsid w:val="00C9710D"/>
    <w:rsid w:val="00CA12D1"/>
    <w:rsid w:val="00CA470F"/>
    <w:rsid w:val="00CA7160"/>
    <w:rsid w:val="00CA748B"/>
    <w:rsid w:val="00CB6488"/>
    <w:rsid w:val="00CC1B63"/>
    <w:rsid w:val="00CD2DD8"/>
    <w:rsid w:val="00CD37AF"/>
    <w:rsid w:val="00CE21F0"/>
    <w:rsid w:val="00CF62F7"/>
    <w:rsid w:val="00D04C56"/>
    <w:rsid w:val="00D04EB3"/>
    <w:rsid w:val="00D0696A"/>
    <w:rsid w:val="00D15414"/>
    <w:rsid w:val="00D20741"/>
    <w:rsid w:val="00D22766"/>
    <w:rsid w:val="00D24B46"/>
    <w:rsid w:val="00D24C81"/>
    <w:rsid w:val="00D254FC"/>
    <w:rsid w:val="00D27650"/>
    <w:rsid w:val="00D27A4A"/>
    <w:rsid w:val="00D4793A"/>
    <w:rsid w:val="00D52497"/>
    <w:rsid w:val="00D53C7A"/>
    <w:rsid w:val="00D645E5"/>
    <w:rsid w:val="00D6609A"/>
    <w:rsid w:val="00D8205A"/>
    <w:rsid w:val="00D8309A"/>
    <w:rsid w:val="00DA3522"/>
    <w:rsid w:val="00DA4E11"/>
    <w:rsid w:val="00DA6836"/>
    <w:rsid w:val="00DB2975"/>
    <w:rsid w:val="00DB37AB"/>
    <w:rsid w:val="00DC14BE"/>
    <w:rsid w:val="00DE702B"/>
    <w:rsid w:val="00DF3A4E"/>
    <w:rsid w:val="00E011F4"/>
    <w:rsid w:val="00E02C26"/>
    <w:rsid w:val="00E03375"/>
    <w:rsid w:val="00E12504"/>
    <w:rsid w:val="00E16520"/>
    <w:rsid w:val="00E1746A"/>
    <w:rsid w:val="00E174AE"/>
    <w:rsid w:val="00E23CB0"/>
    <w:rsid w:val="00E26607"/>
    <w:rsid w:val="00E3156E"/>
    <w:rsid w:val="00E33F1F"/>
    <w:rsid w:val="00E33FA4"/>
    <w:rsid w:val="00E34486"/>
    <w:rsid w:val="00E43D7C"/>
    <w:rsid w:val="00E46004"/>
    <w:rsid w:val="00E50510"/>
    <w:rsid w:val="00E54193"/>
    <w:rsid w:val="00E604EA"/>
    <w:rsid w:val="00E678ED"/>
    <w:rsid w:val="00E726A0"/>
    <w:rsid w:val="00E75277"/>
    <w:rsid w:val="00E81CA7"/>
    <w:rsid w:val="00E84E12"/>
    <w:rsid w:val="00E85FB8"/>
    <w:rsid w:val="00E870F2"/>
    <w:rsid w:val="00E9111B"/>
    <w:rsid w:val="00E9783D"/>
    <w:rsid w:val="00EA160C"/>
    <w:rsid w:val="00EA2AC2"/>
    <w:rsid w:val="00EB0C0D"/>
    <w:rsid w:val="00EB1C69"/>
    <w:rsid w:val="00EB4F0C"/>
    <w:rsid w:val="00EC0BBC"/>
    <w:rsid w:val="00EC200F"/>
    <w:rsid w:val="00EC2927"/>
    <w:rsid w:val="00ED1483"/>
    <w:rsid w:val="00ED3DAB"/>
    <w:rsid w:val="00EE1867"/>
    <w:rsid w:val="00EF0853"/>
    <w:rsid w:val="00EF10CC"/>
    <w:rsid w:val="00EF2E5B"/>
    <w:rsid w:val="00EF5B79"/>
    <w:rsid w:val="00EF6D2E"/>
    <w:rsid w:val="00F16A4F"/>
    <w:rsid w:val="00F17924"/>
    <w:rsid w:val="00F213A2"/>
    <w:rsid w:val="00F24407"/>
    <w:rsid w:val="00F33C5D"/>
    <w:rsid w:val="00F37586"/>
    <w:rsid w:val="00F408F7"/>
    <w:rsid w:val="00F4486B"/>
    <w:rsid w:val="00F53254"/>
    <w:rsid w:val="00F71EC1"/>
    <w:rsid w:val="00F8017E"/>
    <w:rsid w:val="00F80696"/>
    <w:rsid w:val="00F81211"/>
    <w:rsid w:val="00F839BA"/>
    <w:rsid w:val="00F85AF5"/>
    <w:rsid w:val="00F9409D"/>
    <w:rsid w:val="00FA5BDD"/>
    <w:rsid w:val="00FB1E72"/>
    <w:rsid w:val="00FB6159"/>
    <w:rsid w:val="00FB71DE"/>
    <w:rsid w:val="00FC32D7"/>
    <w:rsid w:val="00FC66F2"/>
    <w:rsid w:val="00FC7289"/>
    <w:rsid w:val="00FC7A1F"/>
    <w:rsid w:val="00FD0F36"/>
    <w:rsid w:val="00FD366E"/>
    <w:rsid w:val="00FE2F5B"/>
    <w:rsid w:val="00FE48AE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2C5BFC-3C4D-4571-B9F9-8F2F21A6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DF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ind w:left="567"/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customStyle="1" w:styleId="Normal1">
    <w:name w:val="Normal1"/>
    <w:basedOn w:val="Normal"/>
    <w:autoRedefine/>
    <w:qFormat/>
    <w:rsid w:val="00E03375"/>
    <w:pPr>
      <w:spacing w:after="120"/>
    </w:pPr>
    <w:rPr>
      <w:rFonts w:eastAsia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8661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qFormat/>
    <w:rsid w:val="00112EE6"/>
    <w:rPr>
      <w:b/>
      <w:bCs/>
    </w:rPr>
  </w:style>
  <w:style w:type="paragraph" w:styleId="Retraitcorpsdetexte">
    <w:name w:val="Body Text Indent"/>
    <w:basedOn w:val="Normal"/>
    <w:link w:val="RetraitcorpsdetexteCar"/>
    <w:rsid w:val="00966007"/>
    <w:pPr>
      <w:spacing w:after="120"/>
      <w:ind w:left="283"/>
      <w:jc w:val="left"/>
    </w:pPr>
    <w:rPr>
      <w:rFonts w:eastAsia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6600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ponselve">
    <w:name w:val="Réponse élève"/>
    <w:basedOn w:val="Paragraphedeliste"/>
    <w:link w:val="RponselveCar"/>
    <w:qFormat/>
    <w:rsid w:val="00DA6836"/>
    <w:pPr>
      <w:pBdr>
        <w:top w:val="dashed" w:sz="4" w:space="1" w:color="auto"/>
        <w:left w:val="dashed" w:sz="4" w:space="23" w:color="auto"/>
        <w:bottom w:val="dashed" w:sz="4" w:space="1" w:color="auto"/>
        <w:right w:val="dashed" w:sz="4" w:space="4" w:color="auto"/>
      </w:pBdr>
      <w:spacing w:line="480" w:lineRule="auto"/>
    </w:pPr>
    <w:rPr>
      <w:rFonts w:ascii="Calibri" w:hAnsi="Calibri" w:cs="Calibri"/>
      <w:b w:val="0"/>
      <w:noProof/>
      <w:spacing w:val="20"/>
      <w:w w:val="120"/>
      <w:sz w:val="20"/>
      <w:szCs w:val="22"/>
      <w:u w:val="dash" w:color="000000"/>
      <w:lang w:eastAsia="fr-FR"/>
    </w:rPr>
  </w:style>
  <w:style w:type="character" w:customStyle="1" w:styleId="RponselveCar">
    <w:name w:val="Réponse élève Car"/>
    <w:basedOn w:val="Policepardfaut"/>
    <w:link w:val="Rponselve"/>
    <w:rsid w:val="00DA6836"/>
    <w:rPr>
      <w:rFonts w:ascii="Calibri" w:hAnsi="Calibri" w:cs="Calibri"/>
      <w:noProof/>
      <w:color w:val="FF0000"/>
      <w:spacing w:val="20"/>
      <w:w w:val="120"/>
      <w:sz w:val="20"/>
      <w:u w:val="dash" w:color="000000"/>
      <w:lang w:eastAsia="fr-FR"/>
    </w:rPr>
  </w:style>
  <w:style w:type="paragraph" w:customStyle="1" w:styleId="Question">
    <w:name w:val="Question"/>
    <w:basedOn w:val="Paragraphedeliste"/>
    <w:qFormat/>
    <w:rsid w:val="00DA6836"/>
    <w:pPr>
      <w:numPr>
        <w:numId w:val="4"/>
      </w:numPr>
      <w:pBdr>
        <w:top w:val="single" w:sz="8" w:space="1" w:color="auto"/>
        <w:left w:val="single" w:sz="8" w:space="7" w:color="auto"/>
        <w:bottom w:val="single" w:sz="8" w:space="1" w:color="auto"/>
        <w:right w:val="single" w:sz="8" w:space="4" w:color="auto"/>
        <w:between w:val="dashed" w:sz="4" w:space="1" w:color="auto"/>
        <w:bar w:val="dashed" w:sz="4" w:color="auto"/>
      </w:pBdr>
      <w:shd w:val="clear" w:color="auto" w:fill="DDD9C3" w:themeFill="background2" w:themeFillShade="E6"/>
      <w:tabs>
        <w:tab w:val="left" w:pos="1701"/>
      </w:tabs>
      <w:spacing w:after="200" w:line="276" w:lineRule="auto"/>
      <w:ind w:left="720" w:right="130"/>
    </w:pPr>
    <w:rPr>
      <w:rFonts w:asciiTheme="minorHAnsi" w:hAnsiTheme="minorHAnsi" w:cstheme="minorBidi"/>
      <w:b w:val="0"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6129BA"/>
    <w:pPr>
      <w:spacing w:before="100" w:beforeAutospacing="1" w:after="100" w:afterAutospacing="1"/>
      <w:jc w:val="left"/>
    </w:pPr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F0B10"/>
    <w:rPr>
      <w:color w:val="808080"/>
    </w:rPr>
  </w:style>
  <w:style w:type="character" w:styleId="Accentuation">
    <w:name w:val="Emphasis"/>
    <w:basedOn w:val="Policepardfaut"/>
    <w:uiPriority w:val="20"/>
    <w:qFormat/>
    <w:rsid w:val="00722DBE"/>
    <w:rPr>
      <w:i/>
      <w:iCs/>
    </w:rPr>
  </w:style>
  <w:style w:type="table" w:customStyle="1" w:styleId="Grilledutableau2">
    <w:name w:val="Grille du tableau2"/>
    <w:basedOn w:val="TableauNormal"/>
    <w:next w:val="Grilledutableau"/>
    <w:uiPriority w:val="59"/>
    <w:rsid w:val="00C1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ar"/>
    <w:qFormat/>
    <w:rsid w:val="0004093E"/>
    <w:pPr>
      <w:spacing w:after="120"/>
    </w:pPr>
  </w:style>
  <w:style w:type="character" w:customStyle="1" w:styleId="Style1Car">
    <w:name w:val="Style1 Car"/>
    <w:basedOn w:val="Policepardfaut"/>
    <w:link w:val="Style1"/>
    <w:rsid w:val="0004093E"/>
    <w:rPr>
      <w:rFonts w:ascii="Times New Roman" w:hAnsi="Times New Roman" w:cs="Times New Roman"/>
      <w:sz w:val="24"/>
      <w:szCs w:val="24"/>
    </w:rPr>
  </w:style>
  <w:style w:type="paragraph" w:customStyle="1" w:styleId="rvps3">
    <w:name w:val="rvps3"/>
    <w:basedOn w:val="Normal"/>
    <w:rsid w:val="000019B2"/>
    <w:pPr>
      <w:ind w:left="115" w:right="115"/>
    </w:pPr>
    <w:rPr>
      <w:rFonts w:eastAsia="Times New Roman"/>
      <w:lang w:eastAsia="fr-FR"/>
    </w:rPr>
  </w:style>
  <w:style w:type="character" w:customStyle="1" w:styleId="rvts8">
    <w:name w:val="rvts8"/>
    <w:basedOn w:val="Policepardfaut"/>
    <w:rsid w:val="00B618E2"/>
    <w:rPr>
      <w:rFonts w:ascii="Tahoma" w:hAnsi="Tahoma" w:cs="Tahoma" w:hint="default"/>
      <w:sz w:val="24"/>
      <w:szCs w:val="24"/>
    </w:rPr>
  </w:style>
  <w:style w:type="character" w:customStyle="1" w:styleId="rvts17">
    <w:name w:val="rvts17"/>
    <w:basedOn w:val="Policepardfaut"/>
    <w:rsid w:val="00807624"/>
    <w:rPr>
      <w:rFonts w:ascii="Tahoma" w:hAnsi="Tahoma" w:cs="Tahoma" w:hint="default"/>
      <w:b/>
      <w:bCs/>
      <w:sz w:val="24"/>
      <w:szCs w:val="24"/>
    </w:rPr>
  </w:style>
  <w:style w:type="character" w:customStyle="1" w:styleId="rvts18">
    <w:name w:val="rvts18"/>
    <w:basedOn w:val="Policepardfaut"/>
    <w:rsid w:val="00807624"/>
    <w:rPr>
      <w:rFonts w:ascii="Tahoma" w:hAnsi="Tahoma" w:cs="Tahoma" w:hint="default"/>
      <w:b/>
      <w:bCs/>
      <w:color w:val="B266B2"/>
      <w:sz w:val="24"/>
      <w:szCs w:val="24"/>
    </w:rPr>
  </w:style>
  <w:style w:type="character" w:customStyle="1" w:styleId="rvts19">
    <w:name w:val="rvts19"/>
    <w:basedOn w:val="Policepardfaut"/>
    <w:rsid w:val="00807624"/>
    <w:rPr>
      <w:rFonts w:ascii="Tahoma" w:hAnsi="Tahoma" w:cs="Tahoma" w:hint="default"/>
      <w:b/>
      <w:bCs/>
      <w:color w:val="00B050"/>
      <w:sz w:val="24"/>
      <w:szCs w:val="24"/>
    </w:rPr>
  </w:style>
  <w:style w:type="character" w:customStyle="1" w:styleId="rvts20">
    <w:name w:val="rvts20"/>
    <w:basedOn w:val="Policepardfaut"/>
    <w:rsid w:val="00807624"/>
    <w:rPr>
      <w:rFonts w:ascii="Tahoma" w:hAnsi="Tahoma" w:cs="Tahoma" w:hint="default"/>
      <w:b/>
      <w:bCs/>
      <w:color w:val="FF0000"/>
      <w:sz w:val="24"/>
      <w:szCs w:val="24"/>
    </w:rPr>
  </w:style>
  <w:style w:type="character" w:customStyle="1" w:styleId="rvts21">
    <w:name w:val="rvts21"/>
    <w:basedOn w:val="Policepardfaut"/>
    <w:rsid w:val="00807624"/>
    <w:rPr>
      <w:rFonts w:ascii="Tahoma" w:hAnsi="Tahoma" w:cs="Tahoma" w:hint="default"/>
      <w:b/>
      <w:bCs/>
      <w:color w:val="0000FF"/>
      <w:sz w:val="24"/>
      <w:szCs w:val="24"/>
    </w:rPr>
  </w:style>
  <w:style w:type="character" w:customStyle="1" w:styleId="rvts22">
    <w:name w:val="rvts22"/>
    <w:basedOn w:val="Policepardfaut"/>
    <w:rsid w:val="00807624"/>
    <w:rPr>
      <w:rFonts w:ascii="Tahoma" w:hAnsi="Tahoma" w:cs="Tahoma" w:hint="default"/>
      <w:b/>
      <w:bCs/>
      <w:color w:val="FFFF00"/>
      <w:sz w:val="24"/>
      <w:szCs w:val="24"/>
      <w:shd w:val="clear" w:color="auto" w:fill="D8D8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952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7195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7BC6-38FA-4E49-B7F5-4E8B1F7F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1</TotalTime>
  <Pages>2</Pages>
  <Words>35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</dc:creator>
  <cp:lastModifiedBy>JP</cp:lastModifiedBy>
  <cp:revision>5</cp:revision>
  <cp:lastPrinted>2020-04-02T08:27:00Z</cp:lastPrinted>
  <dcterms:created xsi:type="dcterms:W3CDTF">2020-03-31T10:25:00Z</dcterms:created>
  <dcterms:modified xsi:type="dcterms:W3CDTF">2020-04-02T08:27:00Z</dcterms:modified>
</cp:coreProperties>
</file>